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AF" w:rsidRDefault="00B71AAF" w:rsidP="00B71AAF">
      <w:pPr>
        <w:ind w:left="4820" w:firstLine="142"/>
        <w:rPr>
          <w:bCs/>
          <w:szCs w:val="28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C47A6" w:rsidRDefault="001C47A6" w:rsidP="001C47A6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 21</w:t>
            </w:r>
            <w:r w:rsidR="008D57BC">
              <w:rPr>
                <w:bCs/>
                <w:szCs w:val="28"/>
              </w:rPr>
              <w:t xml:space="preserve"> ноября</w:t>
            </w:r>
            <w:r>
              <w:rPr>
                <w:bCs/>
                <w:szCs w:val="28"/>
              </w:rPr>
              <w:t xml:space="preserve"> 2019 года № 482</w:t>
            </w:r>
          </w:p>
          <w:p w:rsidR="00C3442C" w:rsidRPr="001F120C" w:rsidRDefault="00C3442C" w:rsidP="00D67851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DD466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1F120C">
              <w:rPr>
                <w:b/>
                <w:bCs/>
                <w:szCs w:val="28"/>
              </w:rPr>
              <w:t xml:space="preserve"> на 20</w:t>
            </w:r>
            <w:r w:rsidR="00714EAA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Tr="005349DA">
        <w:trPr>
          <w:cantSplit/>
          <w:trHeight w:val="419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№ п/п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Направление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9DA" w:rsidRPr="005349DA" w:rsidRDefault="005349DA" w:rsidP="00537866">
            <w:pPr>
              <w:jc w:val="center"/>
              <w:rPr>
                <w:b/>
                <w:szCs w:val="28"/>
              </w:rPr>
            </w:pPr>
            <w:r w:rsidRPr="005349DA">
              <w:rPr>
                <w:b/>
                <w:szCs w:val="28"/>
              </w:rPr>
              <w:t>Сумма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37866">
            <w:pPr>
              <w:jc w:val="right"/>
              <w:rPr>
                <w:szCs w:val="28"/>
              </w:rPr>
            </w:pPr>
            <w:r w:rsidRPr="00EA3257">
              <w:rPr>
                <w:szCs w:val="28"/>
              </w:rPr>
              <w:t>1.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537866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8F0ED9" w:rsidP="0053786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A3425A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2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8F0ED9" w:rsidRDefault="00F86608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43 295,2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3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46 793,7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4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42 753,5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5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9DA" w:rsidRPr="00EA3257" w:rsidRDefault="005349DA" w:rsidP="00565A46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565A4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693,3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565A46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6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8F0ED9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511,7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7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F86B42" w:rsidP="00524B1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7 911,4</w:t>
            </w:r>
          </w:p>
        </w:tc>
      </w:tr>
      <w:tr w:rsidR="005349DA" w:rsidTr="0095537C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lastRenderedPageBreak/>
              <w:t>8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49DA" w:rsidRPr="00EA3257" w:rsidRDefault="005349DA" w:rsidP="00CC2D3F">
            <w:pPr>
              <w:jc w:val="both"/>
              <w:rPr>
                <w:szCs w:val="28"/>
              </w:rPr>
            </w:pPr>
            <w:r w:rsidRPr="00EA3257">
              <w:rPr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B42" w:rsidRPr="00D10FAD" w:rsidRDefault="00F86B42" w:rsidP="00F86B4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2 373,6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EA3257" w:rsidRDefault="005349DA" w:rsidP="008A5D7B">
            <w:pPr>
              <w:jc w:val="right"/>
              <w:rPr>
                <w:szCs w:val="28"/>
              </w:rPr>
            </w:pPr>
            <w:r w:rsidRPr="00EA3257">
              <w:rPr>
                <w:szCs w:val="28"/>
                <w:lang w:val="en-US"/>
              </w:rPr>
              <w:t>9</w:t>
            </w:r>
            <w:r w:rsidRPr="00EA3257">
              <w:rPr>
                <w:szCs w:val="28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 w:rsidRPr="00EA3257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5F2AF9" w:rsidRDefault="005F2AF9" w:rsidP="001D3873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915.2</w:t>
            </w:r>
          </w:p>
        </w:tc>
      </w:tr>
      <w:tr w:rsidR="005349DA" w:rsidTr="0095537C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9DA" w:rsidRPr="001D3873" w:rsidRDefault="005349DA" w:rsidP="008A5D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Pr="00EA3257" w:rsidRDefault="005349DA" w:rsidP="007B37D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85C1E">
              <w:rPr>
                <w:szCs w:val="28"/>
              </w:rPr>
              <w:t>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9DA" w:rsidRDefault="008F0ED9" w:rsidP="001D387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134,4</w:t>
            </w:r>
          </w:p>
        </w:tc>
      </w:tr>
      <w:tr w:rsidR="005349DA" w:rsidTr="0095537C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EA3257" w:rsidRDefault="005349DA" w:rsidP="00CC2D3F">
            <w:pPr>
              <w:rPr>
                <w:szCs w:val="28"/>
              </w:rPr>
            </w:pPr>
            <w:r w:rsidRPr="00EA3257">
              <w:rPr>
                <w:szCs w:val="28"/>
              </w:rPr>
              <w:t xml:space="preserve"> 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9DA" w:rsidRPr="00B72AE5" w:rsidRDefault="005349DA" w:rsidP="002D24B3">
            <w:pPr>
              <w:rPr>
                <w:b/>
                <w:bCs/>
                <w:szCs w:val="28"/>
              </w:rPr>
            </w:pPr>
            <w:r w:rsidRPr="00B72AE5">
              <w:rPr>
                <w:b/>
                <w:bCs/>
                <w:szCs w:val="28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B1C" w:rsidRPr="005F2AF9" w:rsidRDefault="00F86B42" w:rsidP="005F2AF9">
            <w:pPr>
              <w:jc w:val="right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</w:rPr>
              <w:t>146</w:t>
            </w:r>
            <w:r w:rsidR="005F2AF9">
              <w:rPr>
                <w:b/>
                <w:bCs/>
                <w:szCs w:val="28"/>
              </w:rPr>
              <w:t> </w:t>
            </w:r>
            <w:r w:rsidR="005F2AF9">
              <w:rPr>
                <w:b/>
                <w:bCs/>
                <w:szCs w:val="28"/>
                <w:lang w:val="en-US"/>
              </w:rPr>
              <w:t>022.8</w:t>
            </w:r>
          </w:p>
        </w:tc>
      </w:tr>
    </w:tbl>
    <w:p w:rsidR="00CA770E" w:rsidRPr="005F2AF9" w:rsidRDefault="00CA770E" w:rsidP="005F2AF9">
      <w:pPr>
        <w:ind w:left="9204"/>
      </w:pPr>
      <w:bookmarkStart w:id="0" w:name="_GoBack"/>
      <w:bookmarkEnd w:id="0"/>
    </w:p>
    <w:p w:rsidR="007C2561" w:rsidRPr="0095537C" w:rsidRDefault="007C2561" w:rsidP="007E513A"/>
    <w:p w:rsidR="007B37DB" w:rsidRDefault="007B37DB" w:rsidP="007E513A"/>
    <w:p w:rsidR="005F2AF9" w:rsidRPr="0095537C" w:rsidRDefault="005F2AF9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Е.В.Афонина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CF6AFB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AF9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1AAF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AFB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E0E8B8E0-8CC2-40B0-86BA-985CF608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1618-650F-44E3-9485-BC0D425E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394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72</cp:revision>
  <cp:lastPrinted>2020-11-27T09:25:00Z</cp:lastPrinted>
  <dcterms:created xsi:type="dcterms:W3CDTF">2017-09-18T13:02:00Z</dcterms:created>
  <dcterms:modified xsi:type="dcterms:W3CDTF">2020-12-01T14:39:00Z</dcterms:modified>
</cp:coreProperties>
</file>